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A057E6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2022-2025</w:t>
      </w:r>
    </w:p>
    <w:p w14:paraId="39922766" w14:textId="4EF1D1F0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1040E8">
        <w:rPr>
          <w:rFonts w:ascii="Corbel" w:hAnsi="Corbel"/>
          <w:sz w:val="20"/>
          <w:szCs w:val="20"/>
        </w:rPr>
        <w:t>3</w:t>
      </w:r>
      <w:r w:rsidR="002F1C9B">
        <w:rPr>
          <w:rFonts w:ascii="Corbel" w:hAnsi="Corbel"/>
          <w:sz w:val="20"/>
          <w:szCs w:val="20"/>
        </w:rPr>
        <w:t>/202</w:t>
      </w:r>
      <w:r w:rsidR="001040E8">
        <w:rPr>
          <w:rFonts w:ascii="Corbel" w:hAnsi="Corbel"/>
          <w:sz w:val="20"/>
          <w:szCs w:val="20"/>
        </w:rPr>
        <w:t>4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94ADEA" w:rsidR="00015B8F" w:rsidRPr="009C54AE" w:rsidRDefault="4CA76275" w:rsidP="4CA76275">
            <w:pPr>
              <w:pStyle w:val="centralniewrubryce"/>
              <w:spacing w:before="0" w:after="0"/>
            </w:pPr>
            <w:r w:rsidRPr="4CA7627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3135A12C" w:rsidR="0085747A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5E4818E0" w:rsidR="00C61DC5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Lichniak I. (red.),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AC583" w14:textId="77777777" w:rsidR="00617E21" w:rsidRDefault="00617E21" w:rsidP="00C16ABF">
      <w:pPr>
        <w:spacing w:after="0" w:line="240" w:lineRule="auto"/>
      </w:pPr>
      <w:r>
        <w:separator/>
      </w:r>
    </w:p>
  </w:endnote>
  <w:endnote w:type="continuationSeparator" w:id="0">
    <w:p w14:paraId="3490ACA0" w14:textId="77777777" w:rsidR="00617E21" w:rsidRDefault="00617E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BE582" w14:textId="77777777" w:rsidR="00617E21" w:rsidRDefault="00617E21" w:rsidP="00C16ABF">
      <w:pPr>
        <w:spacing w:after="0" w:line="240" w:lineRule="auto"/>
      </w:pPr>
      <w:r>
        <w:separator/>
      </w:r>
    </w:p>
  </w:footnote>
  <w:footnote w:type="continuationSeparator" w:id="0">
    <w:p w14:paraId="3A8B7263" w14:textId="77777777" w:rsidR="00617E21" w:rsidRDefault="00617E2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0E8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97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17E21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5D16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74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  <w:style w:type="character" w:styleId="Odwoaniedokomentarza">
    <w:name w:val="annotation reference"/>
    <w:basedOn w:val="Domylnaczcionkaakapitu"/>
    <w:uiPriority w:val="99"/>
    <w:semiHidden/>
    <w:unhideWhenUsed/>
    <w:rsid w:val="00E30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7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7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A575DD-06E6-4AD4-8E13-D26FC0AF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883</Words>
  <Characters>5299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2020-09-30T13:29:00Z</dcterms:created>
  <dcterms:modified xsi:type="dcterms:W3CDTF">2022-09-20T18:16:00Z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